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6AA40EC5" w:rsidR="00CF0EF4" w:rsidRDefault="004C3AD0" w:rsidP="00CF0EF4">
          <w:pPr>
            <w:pStyle w:val="Tituldatum"/>
          </w:pPr>
          <w:r w:rsidRPr="004C3AD0">
            <w:rPr>
              <w:rStyle w:val="Nzevakce"/>
            </w:rPr>
            <w:t>„Výstavba PZS přejezdu P6741 v km 29,885 trati Suchdol nad Odrou – Budišov nad Budišovkou“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199153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C5E98">
        <w:t>15. 2. 2021</w:t>
      </w:r>
      <w:bookmarkStart w:id="0" w:name="_GoBack"/>
      <w:bookmarkEnd w:id="0"/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BC5E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BC5E9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BC5E9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BC5E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BC5E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C4DD6" w14:textId="77777777" w:rsidR="00123253" w:rsidRDefault="00123253" w:rsidP="00962258">
      <w:pPr>
        <w:spacing w:after="0" w:line="240" w:lineRule="auto"/>
      </w:pPr>
      <w:r>
        <w:separator/>
      </w:r>
    </w:p>
  </w:endnote>
  <w:endnote w:type="continuationSeparator" w:id="0">
    <w:p w14:paraId="3F73F5AA" w14:textId="77777777" w:rsidR="00123253" w:rsidRDefault="001232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5DCAF9A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5E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5E9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22EA2CF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C5E98" w:rsidRPr="00BC5E98">
            <w:rPr>
              <w:b/>
              <w:bCs/>
              <w:noProof/>
            </w:rPr>
            <w:t>„</w:t>
          </w:r>
          <w:r w:rsidR="00BC5E98">
            <w:rPr>
              <w:b/>
              <w:noProof/>
            </w:rPr>
            <w:t>Výstavba PZS přejezdu P6741 v km 29,885 trati Suchdol nad Odrou – Budišov nad Budišovkou“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594D7911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C5E98" w:rsidRPr="00BC5E98">
            <w:rPr>
              <w:b/>
              <w:bCs/>
              <w:noProof/>
            </w:rPr>
            <w:t>„</w:t>
          </w:r>
          <w:r w:rsidR="00BC5E98">
            <w:rPr>
              <w:b/>
              <w:noProof/>
            </w:rPr>
            <w:t>Výstavba PZS přejezdu P6741 v km 29,885 trati Suchdol nad Odrou – Budišov nad Budišovkou“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1121458A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5E9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5E9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54325" w14:textId="77777777" w:rsidR="00123253" w:rsidRDefault="00123253" w:rsidP="00962258">
      <w:pPr>
        <w:spacing w:after="0" w:line="240" w:lineRule="auto"/>
      </w:pPr>
      <w:r>
        <w:separator/>
      </w:r>
    </w:p>
  </w:footnote>
  <w:footnote w:type="continuationSeparator" w:id="0">
    <w:p w14:paraId="523151A4" w14:textId="77777777" w:rsidR="00123253" w:rsidRDefault="001232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23253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3AD0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16F51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5E98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  <w15:docId w15:val="{E0286627-5C0E-4F8A-8C48-9A857999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A35EB8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0D0335-B3D7-4FB8-94DF-83E3D86F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13</TotalTime>
  <Pages>6</Pages>
  <Words>1579</Words>
  <Characters>9322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Přerovská Kamila, Ing.</cp:lastModifiedBy>
  <cp:revision>9</cp:revision>
  <cp:lastPrinted>2019-03-13T10:28:00Z</cp:lastPrinted>
  <dcterms:created xsi:type="dcterms:W3CDTF">2020-12-15T07:50:00Z</dcterms:created>
  <dcterms:modified xsi:type="dcterms:W3CDTF">2021-02-25T11:28:00Z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